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831676" w:rsidRDefault="002E3F29"/>
    <w:p w14:paraId="23535569" w14:textId="0257149B" w:rsidR="00831676" w:rsidRPr="00741182" w:rsidRDefault="000C6FA5" w:rsidP="00831676">
      <w:pPr>
        <w:pStyle w:val="Default"/>
        <w:rPr>
          <w:sz w:val="20"/>
          <w:szCs w:val="20"/>
          <w:u w:val="none"/>
          <w:lang w:val="nl-NL"/>
        </w:rPr>
      </w:pPr>
      <w:r w:rsidRPr="00741182">
        <w:rPr>
          <w:b/>
          <w:bCs/>
          <w:sz w:val="20"/>
          <w:szCs w:val="20"/>
          <w:u w:val="none"/>
          <w:lang w:val="nl-NL"/>
        </w:rPr>
        <w:t>Themaverhaal</w:t>
      </w:r>
    </w:p>
    <w:p w14:paraId="4F00752F" w14:textId="77777777" w:rsidR="00831676" w:rsidRPr="00741182" w:rsidRDefault="00831676" w:rsidP="00831676">
      <w:pPr>
        <w:pStyle w:val="Default"/>
        <w:rPr>
          <w:sz w:val="20"/>
          <w:szCs w:val="20"/>
          <w:u w:val="none"/>
          <w:lang w:val="nl-NL"/>
        </w:rPr>
      </w:pPr>
      <w:r w:rsidRPr="00741182">
        <w:rPr>
          <w:sz w:val="20"/>
          <w:szCs w:val="20"/>
          <w:u w:val="none"/>
          <w:lang w:val="nl-NL"/>
        </w:rPr>
        <w:t xml:space="preserve">Jasmijn vindt eigenlijk dat ze allemaal veel te veel afhankelijk zijn geworden van de technologie. Zo zie je dat ook maar bij de school. Alles is gedigitaliseerd. Dat heeft zijn voordelen, maar in deze situatie ook zeker haar nadelen! “Jongens, we moeten weer </w:t>
      </w:r>
      <w:r w:rsidRPr="00741182">
        <w:rPr>
          <w:i/>
          <w:iCs/>
          <w:sz w:val="20"/>
          <w:szCs w:val="20"/>
          <w:u w:val="none"/>
          <w:lang w:val="nl-NL"/>
        </w:rPr>
        <w:t xml:space="preserve">back </w:t>
      </w:r>
      <w:proofErr w:type="spellStart"/>
      <w:r w:rsidRPr="00741182">
        <w:rPr>
          <w:i/>
          <w:iCs/>
          <w:sz w:val="20"/>
          <w:szCs w:val="20"/>
          <w:u w:val="none"/>
          <w:lang w:val="nl-NL"/>
        </w:rPr>
        <w:t>to</w:t>
      </w:r>
      <w:proofErr w:type="spellEnd"/>
      <w:r w:rsidRPr="00741182">
        <w:rPr>
          <w:i/>
          <w:iCs/>
          <w:sz w:val="20"/>
          <w:szCs w:val="20"/>
          <w:u w:val="none"/>
          <w:lang w:val="nl-NL"/>
        </w:rPr>
        <w:t xml:space="preserve"> basic</w:t>
      </w:r>
      <w:r w:rsidRPr="00741182">
        <w:rPr>
          <w:sz w:val="20"/>
          <w:szCs w:val="20"/>
          <w:u w:val="none"/>
          <w:lang w:val="nl-NL"/>
        </w:rPr>
        <w:t xml:space="preserve">. We moeten een manier bedenken om met elkaar te kunnen praten als we niet bij elkaar zijn, maar niet zo afhankelijk van al die apps die toch alleen maar telkens storing hebben”. Joost, die wel van een kampvuurtje houdt, zegt met een grote grijs “Ik denk wel dat ik een goed idee heb” </w:t>
      </w:r>
    </w:p>
    <w:p w14:paraId="1AA0ADC3" w14:textId="77777777" w:rsidR="00831676" w:rsidRPr="00741182" w:rsidRDefault="00831676" w:rsidP="00831676">
      <w:pPr>
        <w:pStyle w:val="Default"/>
        <w:rPr>
          <w:sz w:val="20"/>
          <w:szCs w:val="20"/>
          <w:u w:val="none"/>
          <w:lang w:val="nl-NL"/>
        </w:rPr>
      </w:pPr>
    </w:p>
    <w:p w14:paraId="5F9C7652" w14:textId="5FB30CC6" w:rsidR="00831676" w:rsidRPr="00741182" w:rsidRDefault="000C6FA5" w:rsidP="00831676">
      <w:pPr>
        <w:pStyle w:val="Default"/>
        <w:rPr>
          <w:sz w:val="20"/>
          <w:szCs w:val="20"/>
          <w:u w:val="none"/>
          <w:lang w:val="nl-NL"/>
        </w:rPr>
      </w:pPr>
      <w:r w:rsidRPr="00741182">
        <w:rPr>
          <w:b/>
          <w:bCs/>
          <w:sz w:val="20"/>
          <w:szCs w:val="20"/>
          <w:u w:val="none"/>
          <w:lang w:val="nl-NL"/>
        </w:rPr>
        <w:t>Activiteit</w:t>
      </w:r>
    </w:p>
    <w:p w14:paraId="1A99A8E8" w14:textId="09B6E098" w:rsidR="005E31B0" w:rsidRPr="00741182" w:rsidRDefault="00831676" w:rsidP="00831676">
      <w:pPr>
        <w:pStyle w:val="NoSpacing"/>
        <w:rPr>
          <w:sz w:val="20"/>
          <w:szCs w:val="20"/>
        </w:rPr>
      </w:pPr>
      <w:r w:rsidRPr="00741182">
        <w:rPr>
          <w:sz w:val="20"/>
          <w:szCs w:val="20"/>
        </w:rPr>
        <w:t>Maak een kampvuurtje, en zorgt dat deze goed blijft roken. Maak hierbij ook gebruik van wat natter hout zodat er veel stoom vrijkomt. Zoals vroeger al mensen deden, gaan we ook berichten doorgeven met rooksignalen. Neem een niet brandbaar kleed en gebruik deze om de rook af te dekken. Laat telkens korte en lange stukje rook vrij door de deken weg te halen. Hiermee kan je morse (weinig rook = kort, veel rook = lang) over grote afstanden versturen. Bedenk een bericht (woord of zin) dat je hiermee wil versturen. Zet aan andere groep scouts verderop neer, en laat deze het bericht proberen te ontcijferen.</w:t>
      </w:r>
    </w:p>
    <w:p w14:paraId="7E9B5627" w14:textId="77777777" w:rsidR="00831676" w:rsidRPr="00741182" w:rsidRDefault="00831676" w:rsidP="00831676">
      <w:pPr>
        <w:pStyle w:val="NoSpacing"/>
        <w:rPr>
          <w:sz w:val="20"/>
          <w:szCs w:val="20"/>
        </w:rPr>
      </w:pPr>
    </w:p>
    <w:p w14:paraId="7C7277F3" w14:textId="2B1E0D2B" w:rsidR="00831676" w:rsidRPr="00741182" w:rsidRDefault="00831676" w:rsidP="00831676">
      <w:pPr>
        <w:pStyle w:val="NoSpacing"/>
        <w:rPr>
          <w:b/>
          <w:bCs/>
          <w:sz w:val="20"/>
          <w:szCs w:val="20"/>
        </w:rPr>
      </w:pPr>
      <w:r w:rsidRPr="00741182">
        <w:rPr>
          <w:b/>
          <w:bCs/>
          <w:sz w:val="20"/>
          <w:szCs w:val="20"/>
        </w:rPr>
        <w:t>Activiteitengebieden</w:t>
      </w:r>
    </w:p>
    <w:p w14:paraId="07BF5F38" w14:textId="4EF2101D" w:rsidR="00831676" w:rsidRPr="00741182" w:rsidRDefault="00831676" w:rsidP="00831676">
      <w:pPr>
        <w:pStyle w:val="NoSpacing"/>
        <w:numPr>
          <w:ilvl w:val="0"/>
          <w:numId w:val="1"/>
        </w:numPr>
      </w:pPr>
      <w:r w:rsidRPr="00741182">
        <w:rPr>
          <w:sz w:val="20"/>
          <w:szCs w:val="20"/>
        </w:rPr>
        <w:t>Uitdagen Scoutingtechnieken</w:t>
      </w:r>
    </w:p>
    <w:sectPr w:rsidR="00831676" w:rsidRPr="00741182"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FD551B" w14:textId="77777777" w:rsidR="00ED63DD" w:rsidRDefault="00ED63DD" w:rsidP="002E3F29">
      <w:pPr>
        <w:spacing w:after="0" w:line="240" w:lineRule="auto"/>
      </w:pPr>
      <w:r>
        <w:separator/>
      </w:r>
    </w:p>
  </w:endnote>
  <w:endnote w:type="continuationSeparator" w:id="0">
    <w:p w14:paraId="376F1F59" w14:textId="77777777" w:rsidR="00ED63DD" w:rsidRDefault="00ED63DD"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1B1A94" w14:textId="77777777" w:rsidR="00ED63DD" w:rsidRDefault="00ED63DD" w:rsidP="002E3F29">
      <w:pPr>
        <w:spacing w:after="0" w:line="240" w:lineRule="auto"/>
      </w:pPr>
      <w:r>
        <w:separator/>
      </w:r>
    </w:p>
  </w:footnote>
  <w:footnote w:type="continuationSeparator" w:id="0">
    <w:p w14:paraId="0894EA2B" w14:textId="77777777" w:rsidR="00ED63DD" w:rsidRDefault="00ED63DD"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7843C2E1"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1F6">
      <w:rPr>
        <w:color w:val="FFFFFF" w:themeColor="background1"/>
      </w:rPr>
      <w:t>2023</w:t>
    </w:r>
  </w:p>
  <w:p w14:paraId="21C36FFE" w14:textId="1D886533" w:rsidR="002E3F29" w:rsidRPr="008B23FF" w:rsidRDefault="00831676" w:rsidP="002E3F29">
    <w:pPr>
      <w:pStyle w:val="Title"/>
      <w:rPr>
        <w:color w:val="FFFFFF" w:themeColor="background1"/>
      </w:rPr>
    </w:pPr>
    <w:r>
      <w:rPr>
        <w:color w:val="FFFFFF" w:themeColor="background1"/>
      </w:rPr>
      <w:t>Stookvuur morse</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783610C"/>
    <w:multiLevelType w:val="hybridMultilevel"/>
    <w:tmpl w:val="9490CCFA"/>
    <w:lvl w:ilvl="0" w:tplc="6026F092">
      <w:numFmt w:val="bullet"/>
      <w:lvlText w:val=""/>
      <w:lvlJc w:val="left"/>
      <w:pPr>
        <w:ind w:left="720" w:hanging="360"/>
      </w:pPr>
      <w:rPr>
        <w:rFonts w:ascii="Symbol" w:eastAsiaTheme="minorHAnsi" w:hAnsi="Symbol" w:cstheme="minorBidi"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226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C6FA5"/>
    <w:rsid w:val="000E11F6"/>
    <w:rsid w:val="001068AA"/>
    <w:rsid w:val="002E3F29"/>
    <w:rsid w:val="00302AD2"/>
    <w:rsid w:val="004F1D93"/>
    <w:rsid w:val="005153E6"/>
    <w:rsid w:val="005837D4"/>
    <w:rsid w:val="005E31B0"/>
    <w:rsid w:val="00656311"/>
    <w:rsid w:val="006A25F9"/>
    <w:rsid w:val="00741182"/>
    <w:rsid w:val="00790541"/>
    <w:rsid w:val="00831676"/>
    <w:rsid w:val="00835635"/>
    <w:rsid w:val="00885977"/>
    <w:rsid w:val="008D301C"/>
    <w:rsid w:val="00940BE5"/>
    <w:rsid w:val="009839E5"/>
    <w:rsid w:val="00A15E9C"/>
    <w:rsid w:val="00A61FF3"/>
    <w:rsid w:val="00B425EA"/>
    <w:rsid w:val="00CC37B9"/>
    <w:rsid w:val="00E22FF8"/>
    <w:rsid w:val="00ED63DD"/>
    <w:rsid w:val="00EF4AA1"/>
    <w:rsid w:val="00F236FC"/>
    <w:rsid w:val="00F37AD6"/>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831676"/>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1</TotalTime>
  <Pages>1</Pages>
  <Words>185</Words>
  <Characters>1058</Characters>
  <Application>Microsoft Office Word</Application>
  <DocSecurity>0</DocSecurity>
  <Lines>8</Lines>
  <Paragraphs>2</Paragraphs>
  <ScaleCrop>false</ScaleCrop>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2025-09-05T09:09:00Z</cp:lastPrinted>
  <dcterms:created xsi:type="dcterms:W3CDTF">2025-09-05T09:09:00Z</dcterms:created>
  <dcterms:modified xsi:type="dcterms:W3CDTF">2025-09-05T09:09:00Z</dcterms:modified>
</cp:coreProperties>
</file>